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82F" w:rsidRDefault="0042182F" w:rsidP="00E41469">
      <w:pPr>
        <w:spacing w:line="360" w:lineRule="exact"/>
        <w:ind w:left="357"/>
        <w:jc w:val="center"/>
        <w:rPr>
          <w:b/>
          <w:bCs/>
          <w:sz w:val="28"/>
          <w:szCs w:val="28"/>
        </w:rPr>
      </w:pPr>
      <w:r w:rsidRPr="003B6C8C">
        <w:rPr>
          <w:b/>
          <w:bCs/>
          <w:sz w:val="28"/>
          <w:szCs w:val="28"/>
        </w:rPr>
        <w:t xml:space="preserve">Памятка </w:t>
      </w:r>
      <w:r>
        <w:rPr>
          <w:b/>
          <w:bCs/>
          <w:sz w:val="28"/>
          <w:szCs w:val="28"/>
        </w:rPr>
        <w:t xml:space="preserve">по заполнению формуляра для </w:t>
      </w:r>
      <w:r w:rsidRPr="003B6C8C">
        <w:rPr>
          <w:b/>
          <w:bCs/>
          <w:sz w:val="28"/>
          <w:szCs w:val="28"/>
        </w:rPr>
        <w:t>эксперт</w:t>
      </w:r>
      <w:r>
        <w:rPr>
          <w:b/>
          <w:bCs/>
          <w:sz w:val="28"/>
          <w:szCs w:val="28"/>
        </w:rPr>
        <w:t xml:space="preserve">ов </w:t>
      </w:r>
    </w:p>
    <w:p w:rsidR="0042182F" w:rsidRDefault="0042182F" w:rsidP="00E41469">
      <w:pPr>
        <w:spacing w:line="360" w:lineRule="exact"/>
        <w:ind w:left="357"/>
        <w:jc w:val="center"/>
        <w:rPr>
          <w:b/>
          <w:bCs/>
          <w:sz w:val="28"/>
          <w:szCs w:val="28"/>
        </w:rPr>
      </w:pPr>
      <w:r w:rsidRPr="003B6C8C">
        <w:rPr>
          <w:b/>
          <w:bCs/>
          <w:sz w:val="28"/>
          <w:szCs w:val="28"/>
        </w:rPr>
        <w:t>(краевед</w:t>
      </w:r>
      <w:r>
        <w:rPr>
          <w:b/>
          <w:bCs/>
          <w:sz w:val="28"/>
          <w:szCs w:val="28"/>
        </w:rPr>
        <w:t>ов</w:t>
      </w:r>
      <w:r w:rsidRPr="003B6C8C">
        <w:rPr>
          <w:b/>
          <w:bCs/>
          <w:sz w:val="28"/>
          <w:szCs w:val="28"/>
        </w:rPr>
        <w:t>, историк</w:t>
      </w:r>
      <w:r>
        <w:rPr>
          <w:b/>
          <w:bCs/>
          <w:sz w:val="28"/>
          <w:szCs w:val="28"/>
        </w:rPr>
        <w:t>ов,</w:t>
      </w:r>
      <w:r w:rsidRPr="0051065B">
        <w:rPr>
          <w:b/>
          <w:bCs/>
          <w:sz w:val="28"/>
          <w:szCs w:val="28"/>
        </w:rPr>
        <w:t xml:space="preserve"> коммерческих и некоммерческих организаций в туристическом бизнесе и частных инициаторов</w:t>
      </w:r>
      <w:r w:rsidRPr="003B6C8C">
        <w:rPr>
          <w:b/>
          <w:bCs/>
          <w:sz w:val="28"/>
          <w:szCs w:val="28"/>
        </w:rPr>
        <w:t>).</w:t>
      </w:r>
    </w:p>
    <w:p w:rsidR="0042182F" w:rsidRPr="003B6C8C" w:rsidRDefault="0042182F" w:rsidP="00E41469">
      <w:pPr>
        <w:spacing w:line="360" w:lineRule="exact"/>
        <w:ind w:left="357"/>
        <w:jc w:val="center"/>
        <w:rPr>
          <w:b/>
          <w:bCs/>
          <w:sz w:val="28"/>
          <w:szCs w:val="28"/>
        </w:rPr>
      </w:pPr>
    </w:p>
    <w:p w:rsidR="0042182F" w:rsidRDefault="0042182F" w:rsidP="002B5ECD">
      <w:pPr>
        <w:spacing w:line="360" w:lineRule="exact"/>
        <w:ind w:firstLine="709"/>
        <w:jc w:val="both"/>
        <w:rPr>
          <w:sz w:val="28"/>
          <w:szCs w:val="28"/>
        </w:rPr>
      </w:pPr>
      <w:r w:rsidRPr="00E602A8">
        <w:rPr>
          <w:sz w:val="28"/>
          <w:szCs w:val="28"/>
        </w:rPr>
        <w:t xml:space="preserve">Прошу представить </w:t>
      </w:r>
      <w:r>
        <w:rPr>
          <w:sz w:val="28"/>
          <w:szCs w:val="28"/>
        </w:rPr>
        <w:t xml:space="preserve">Ваши </w:t>
      </w:r>
      <w:r w:rsidRPr="00E602A8">
        <w:rPr>
          <w:sz w:val="28"/>
          <w:szCs w:val="28"/>
        </w:rPr>
        <w:t>предложения (идеи)</w:t>
      </w:r>
      <w:r>
        <w:rPr>
          <w:sz w:val="28"/>
          <w:szCs w:val="28"/>
        </w:rPr>
        <w:t xml:space="preserve"> по приложенному формуляру (ограничение по тексту - 2 страницы).</w:t>
      </w:r>
    </w:p>
    <w:p w:rsidR="0042182F" w:rsidRDefault="0042182F" w:rsidP="002B5EC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(идеи) будут рассмотрены в аппарате полномочного представителя Президента Российской Федерации в Северо-Западном федеральном округе совместно с исполнительными органами государственной власти субъектов Российской Федерации и экспертами в сфере туризма. Все они будут учтены при составлении Концепции межрегионального туристического проекта «Серебряное ожерелье России».</w:t>
      </w:r>
    </w:p>
    <w:p w:rsidR="0042182F" w:rsidRDefault="0042182F" w:rsidP="002B5ECD">
      <w:pPr>
        <w:spacing w:line="360" w:lineRule="exact"/>
        <w:ind w:firstLine="709"/>
        <w:jc w:val="both"/>
        <w:rPr>
          <w:sz w:val="28"/>
          <w:szCs w:val="28"/>
        </w:rPr>
      </w:pPr>
      <w:r w:rsidRPr="00E602A8">
        <w:rPr>
          <w:sz w:val="28"/>
          <w:szCs w:val="28"/>
        </w:rPr>
        <w:t>На перво</w:t>
      </w:r>
      <w:r>
        <w:rPr>
          <w:sz w:val="28"/>
          <w:szCs w:val="28"/>
        </w:rPr>
        <w:t>начальном</w:t>
      </w:r>
      <w:r w:rsidRPr="00E602A8">
        <w:rPr>
          <w:sz w:val="28"/>
          <w:szCs w:val="28"/>
        </w:rPr>
        <w:t xml:space="preserve"> этапе </w:t>
      </w:r>
      <w:r>
        <w:rPr>
          <w:sz w:val="28"/>
          <w:szCs w:val="28"/>
        </w:rPr>
        <w:t xml:space="preserve">предполагается выявить </w:t>
      </w:r>
      <w:r w:rsidRPr="00E602A8">
        <w:rPr>
          <w:sz w:val="28"/>
          <w:szCs w:val="28"/>
        </w:rPr>
        <w:t>предложени</w:t>
      </w:r>
      <w:r>
        <w:rPr>
          <w:sz w:val="28"/>
          <w:szCs w:val="28"/>
        </w:rPr>
        <w:t>я</w:t>
      </w:r>
      <w:r w:rsidRPr="00E602A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готовые к реализации </w:t>
      </w:r>
      <w:r w:rsidRPr="00BD002A">
        <w:rPr>
          <w:sz w:val="28"/>
          <w:szCs w:val="28"/>
        </w:rPr>
        <w:t>в ближайшие 3-6 месяцев.</w:t>
      </w:r>
    </w:p>
    <w:p w:rsidR="0042182F" w:rsidRDefault="0042182F" w:rsidP="002B5ECD">
      <w:pPr>
        <w:spacing w:line="360" w:lineRule="exact"/>
        <w:ind w:firstLine="709"/>
        <w:jc w:val="both"/>
        <w:rPr>
          <w:sz w:val="28"/>
          <w:szCs w:val="28"/>
        </w:rPr>
      </w:pPr>
      <w:r w:rsidRPr="00BD002A">
        <w:rPr>
          <w:sz w:val="28"/>
          <w:szCs w:val="28"/>
        </w:rPr>
        <w:t xml:space="preserve">Прошу Вас учесть, что данный документ не является заявкой на грант (из бюджетов различного </w:t>
      </w:r>
      <w:r w:rsidRPr="000F4B3E">
        <w:rPr>
          <w:sz w:val="28"/>
          <w:szCs w:val="28"/>
        </w:rPr>
        <w:t xml:space="preserve">уровня или благотворительных фондов). </w:t>
      </w:r>
    </w:p>
    <w:p w:rsidR="0042182F" w:rsidRDefault="0042182F" w:rsidP="002B5ECD">
      <w:pPr>
        <w:spacing w:line="360" w:lineRule="exact"/>
        <w:ind w:firstLine="709"/>
        <w:jc w:val="both"/>
        <w:rPr>
          <w:sz w:val="28"/>
          <w:szCs w:val="28"/>
        </w:rPr>
      </w:pPr>
      <w:r w:rsidRPr="000F4B3E">
        <w:rPr>
          <w:sz w:val="28"/>
          <w:szCs w:val="28"/>
        </w:rPr>
        <w:t>П</w:t>
      </w:r>
      <w:r>
        <w:rPr>
          <w:sz w:val="28"/>
          <w:szCs w:val="28"/>
        </w:rPr>
        <w:t>е</w:t>
      </w:r>
      <w:r w:rsidRPr="000F4B3E">
        <w:rPr>
          <w:sz w:val="28"/>
          <w:szCs w:val="28"/>
        </w:rPr>
        <w:t xml:space="preserve">ред </w:t>
      </w:r>
      <w:r>
        <w:rPr>
          <w:sz w:val="28"/>
          <w:szCs w:val="28"/>
        </w:rPr>
        <w:t xml:space="preserve">решением, какие предложения (идеи) излагать, прошу </w:t>
      </w:r>
      <w:r w:rsidRPr="00BD002A">
        <w:rPr>
          <w:sz w:val="28"/>
          <w:szCs w:val="28"/>
        </w:rPr>
        <w:t>Вас оценить</w:t>
      </w:r>
      <w:r>
        <w:rPr>
          <w:sz w:val="28"/>
          <w:szCs w:val="28"/>
        </w:rPr>
        <w:t xml:space="preserve"> их реальность с точки зрения исполнения (</w:t>
      </w:r>
      <w:r w:rsidRPr="00BD002A">
        <w:rPr>
          <w:sz w:val="28"/>
          <w:szCs w:val="28"/>
        </w:rPr>
        <w:t>имеется ли чёткое</w:t>
      </w:r>
      <w:r w:rsidRPr="002B5ECD">
        <w:rPr>
          <w:sz w:val="28"/>
          <w:szCs w:val="28"/>
        </w:rPr>
        <w:t xml:space="preserve"> </w:t>
      </w:r>
      <w:r w:rsidRPr="00BD002A">
        <w:rPr>
          <w:sz w:val="28"/>
          <w:szCs w:val="28"/>
        </w:rPr>
        <w:t>представление об объёме необходимых работ</w:t>
      </w:r>
      <w:r>
        <w:rPr>
          <w:sz w:val="28"/>
          <w:szCs w:val="28"/>
        </w:rPr>
        <w:t xml:space="preserve">, </w:t>
      </w:r>
      <w:r w:rsidRPr="000F4B3E">
        <w:rPr>
          <w:sz w:val="28"/>
          <w:szCs w:val="28"/>
        </w:rPr>
        <w:t>с</w:t>
      </w:r>
      <w:r>
        <w:rPr>
          <w:sz w:val="28"/>
          <w:szCs w:val="28"/>
        </w:rPr>
        <w:t>пособах их продвижения на рынок и т.д</w:t>
      </w:r>
      <w:r w:rsidRPr="000F4B3E">
        <w:rPr>
          <w:sz w:val="28"/>
          <w:szCs w:val="28"/>
        </w:rPr>
        <w:t>.</w:t>
      </w:r>
      <w:r>
        <w:rPr>
          <w:sz w:val="28"/>
          <w:szCs w:val="28"/>
        </w:rPr>
        <w:t>).</w:t>
      </w:r>
    </w:p>
    <w:p w:rsidR="0042182F" w:rsidRDefault="0042182F" w:rsidP="002B5EC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организации выбора проектов необходимо представить максимально возможное количество предложений (идей). </w:t>
      </w:r>
    </w:p>
    <w:p w:rsidR="0042182F" w:rsidRDefault="0042182F" w:rsidP="002B5EC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709AD">
        <w:rPr>
          <w:sz w:val="28"/>
          <w:szCs w:val="28"/>
        </w:rPr>
        <w:t xml:space="preserve">аждой </w:t>
      </w:r>
      <w:r>
        <w:rPr>
          <w:sz w:val="28"/>
          <w:szCs w:val="28"/>
        </w:rPr>
        <w:t>из предложений</w:t>
      </w:r>
      <w:r w:rsidRPr="006709A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709AD">
        <w:rPr>
          <w:sz w:val="28"/>
          <w:szCs w:val="28"/>
        </w:rPr>
        <w:t>идеи</w:t>
      </w:r>
      <w:r>
        <w:rPr>
          <w:sz w:val="28"/>
          <w:szCs w:val="28"/>
        </w:rPr>
        <w:t>)</w:t>
      </w:r>
      <w:r w:rsidRPr="006709AD">
        <w:rPr>
          <w:sz w:val="28"/>
          <w:szCs w:val="28"/>
        </w:rPr>
        <w:t xml:space="preserve"> </w:t>
      </w:r>
      <w:r>
        <w:rPr>
          <w:sz w:val="28"/>
          <w:szCs w:val="28"/>
        </w:rPr>
        <w:t>следует внести в формуляр.</w:t>
      </w:r>
    </w:p>
    <w:p w:rsidR="0042182F" w:rsidRDefault="0042182F" w:rsidP="002B5ECD">
      <w:pPr>
        <w:spacing w:line="360" w:lineRule="exact"/>
        <w:ind w:firstLine="709"/>
        <w:jc w:val="both"/>
        <w:rPr>
          <w:sz w:val="28"/>
          <w:szCs w:val="28"/>
        </w:rPr>
      </w:pPr>
      <w:r w:rsidRPr="0087034E">
        <w:rPr>
          <w:sz w:val="28"/>
          <w:szCs w:val="28"/>
        </w:rPr>
        <w:t>Контактное лицо Балуева Наталья Олеговна</w:t>
      </w:r>
      <w:r>
        <w:rPr>
          <w:sz w:val="28"/>
          <w:szCs w:val="28"/>
        </w:rPr>
        <w:t xml:space="preserve"> – советник департамента по внутренней политики аппарата полномочного представителя Президента Российской Федерации в Северо-Западном федеральном округе.</w:t>
      </w:r>
    </w:p>
    <w:p w:rsidR="0042182F" w:rsidRDefault="0042182F" w:rsidP="002B5EC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(идеи) направить на адрес электронной почты: </w:t>
      </w:r>
      <w:r w:rsidRPr="0087034E">
        <w:rPr>
          <w:sz w:val="28"/>
          <w:szCs w:val="28"/>
        </w:rPr>
        <w:t>no-balueva</w:t>
      </w:r>
      <w:hyperlink r:id="rId5" w:history="1">
        <w:r w:rsidRPr="0087034E">
          <w:rPr>
            <w:sz w:val="28"/>
            <w:szCs w:val="28"/>
          </w:rPr>
          <w:t>@szfo.gov.ru</w:t>
        </w:r>
      </w:hyperlink>
      <w:r>
        <w:rPr>
          <w:sz w:val="28"/>
          <w:szCs w:val="28"/>
        </w:rPr>
        <w:t>.</w:t>
      </w:r>
    </w:p>
    <w:p w:rsidR="0042182F" w:rsidRPr="00F01154" w:rsidRDefault="0042182F" w:rsidP="002B5ECD">
      <w:pPr>
        <w:spacing w:line="360" w:lineRule="exact"/>
        <w:ind w:firstLine="709"/>
        <w:jc w:val="both"/>
        <w:rPr>
          <w:sz w:val="28"/>
          <w:szCs w:val="28"/>
        </w:rPr>
      </w:pPr>
      <w:r w:rsidRPr="0087034E">
        <w:rPr>
          <w:sz w:val="28"/>
          <w:szCs w:val="28"/>
        </w:rPr>
        <w:t>Телефон</w:t>
      </w:r>
      <w:r>
        <w:rPr>
          <w:sz w:val="28"/>
          <w:szCs w:val="28"/>
        </w:rPr>
        <w:t xml:space="preserve"> </w:t>
      </w:r>
      <w:r w:rsidRPr="0087034E">
        <w:rPr>
          <w:sz w:val="28"/>
          <w:szCs w:val="28"/>
        </w:rPr>
        <w:t>для связи:</w:t>
      </w:r>
      <w:r>
        <w:rPr>
          <w:sz w:val="28"/>
          <w:szCs w:val="28"/>
        </w:rPr>
        <w:t xml:space="preserve"> </w:t>
      </w:r>
      <w:r w:rsidRPr="0087034E">
        <w:rPr>
          <w:sz w:val="28"/>
          <w:szCs w:val="28"/>
        </w:rPr>
        <w:t>8(812)346-48-08, +7-921-791-76</w:t>
      </w:r>
      <w:r>
        <w:rPr>
          <w:sz w:val="28"/>
          <w:szCs w:val="28"/>
        </w:rPr>
        <w:t>-34.</w:t>
      </w:r>
    </w:p>
    <w:p w:rsidR="0042182F" w:rsidRDefault="0042182F" w:rsidP="0051065B">
      <w:pPr>
        <w:spacing w:line="360" w:lineRule="exact"/>
        <w:ind w:firstLine="709"/>
        <w:jc w:val="both"/>
        <w:rPr>
          <w:sz w:val="28"/>
          <w:szCs w:val="28"/>
        </w:rPr>
      </w:pPr>
    </w:p>
    <w:p w:rsidR="0042182F" w:rsidRDefault="0042182F" w:rsidP="0051065B">
      <w:pPr>
        <w:spacing w:before="240" w:line="360" w:lineRule="exact"/>
        <w:ind w:firstLine="709"/>
        <w:jc w:val="both"/>
        <w:rPr>
          <w:sz w:val="28"/>
          <w:szCs w:val="28"/>
        </w:rPr>
      </w:pPr>
    </w:p>
    <w:p w:rsidR="0042182F" w:rsidRPr="0069130A" w:rsidRDefault="0042182F" w:rsidP="00127F6F">
      <w:pPr>
        <w:spacing w:line="360" w:lineRule="exact"/>
        <w:rPr>
          <w:sz w:val="28"/>
          <w:szCs w:val="28"/>
        </w:rPr>
      </w:pPr>
    </w:p>
    <w:p w:rsidR="0042182F" w:rsidRDefault="0042182F" w:rsidP="00127F6F">
      <w:pPr>
        <w:spacing w:line="360" w:lineRule="exact"/>
        <w:ind w:left="357"/>
        <w:jc w:val="center"/>
        <w:rPr>
          <w:b/>
          <w:bCs/>
          <w:sz w:val="28"/>
          <w:szCs w:val="28"/>
        </w:rPr>
      </w:pPr>
      <w:r w:rsidRPr="00AE01D7">
        <w:rPr>
          <w:b/>
          <w:bCs/>
          <w:sz w:val="28"/>
          <w:szCs w:val="28"/>
        </w:rPr>
        <w:t>Формуляр</w:t>
      </w:r>
      <w:r>
        <w:rPr>
          <w:b/>
          <w:bCs/>
          <w:sz w:val="28"/>
          <w:szCs w:val="28"/>
        </w:rPr>
        <w:t xml:space="preserve"> для </w:t>
      </w:r>
      <w:r w:rsidRPr="003B6C8C">
        <w:rPr>
          <w:b/>
          <w:bCs/>
          <w:sz w:val="28"/>
          <w:szCs w:val="28"/>
        </w:rPr>
        <w:t>эксперт</w:t>
      </w:r>
      <w:r>
        <w:rPr>
          <w:b/>
          <w:bCs/>
          <w:sz w:val="28"/>
          <w:szCs w:val="28"/>
        </w:rPr>
        <w:t xml:space="preserve">ов </w:t>
      </w:r>
      <w:r w:rsidRPr="003B6C8C">
        <w:rPr>
          <w:b/>
          <w:bCs/>
          <w:sz w:val="28"/>
          <w:szCs w:val="28"/>
        </w:rPr>
        <w:t>(краевед</w:t>
      </w:r>
      <w:r>
        <w:rPr>
          <w:b/>
          <w:bCs/>
          <w:sz w:val="28"/>
          <w:szCs w:val="28"/>
        </w:rPr>
        <w:t>ов</w:t>
      </w:r>
      <w:r w:rsidRPr="003B6C8C">
        <w:rPr>
          <w:b/>
          <w:bCs/>
          <w:sz w:val="28"/>
          <w:szCs w:val="28"/>
        </w:rPr>
        <w:t>, историк</w:t>
      </w:r>
      <w:r>
        <w:rPr>
          <w:b/>
          <w:bCs/>
          <w:sz w:val="28"/>
          <w:szCs w:val="28"/>
        </w:rPr>
        <w:t>ов,</w:t>
      </w:r>
      <w:r w:rsidRPr="0051065B">
        <w:rPr>
          <w:b/>
          <w:bCs/>
          <w:sz w:val="28"/>
          <w:szCs w:val="28"/>
        </w:rPr>
        <w:t xml:space="preserve"> коммерческих и некоммерческих организаций в туристическом бизнесе и частных инициаторов</w:t>
      </w:r>
      <w:r w:rsidRPr="003B6C8C">
        <w:rPr>
          <w:b/>
          <w:bCs/>
          <w:sz w:val="28"/>
          <w:szCs w:val="28"/>
        </w:rPr>
        <w:t>).</w:t>
      </w:r>
    </w:p>
    <w:p w:rsidR="0042182F" w:rsidRDefault="0042182F" w:rsidP="000F6306">
      <w:pPr>
        <w:spacing w:line="360" w:lineRule="exact"/>
        <w:ind w:left="357"/>
        <w:jc w:val="center"/>
        <w:rPr>
          <w:b/>
          <w:bCs/>
          <w:sz w:val="28"/>
          <w:szCs w:val="28"/>
        </w:rPr>
      </w:pPr>
    </w:p>
    <w:p w:rsidR="0042182F" w:rsidRDefault="0042182F" w:rsidP="002B5ECD">
      <w:pPr>
        <w:spacing w:line="360" w:lineRule="exact"/>
        <w:rPr>
          <w:sz w:val="28"/>
          <w:szCs w:val="28"/>
        </w:rPr>
      </w:pPr>
      <w:bookmarkStart w:id="0" w:name="_GoBack"/>
      <w:bookmarkEnd w:id="0"/>
      <w:r w:rsidRPr="00E41469">
        <w:rPr>
          <w:b/>
          <w:bCs/>
          <w:sz w:val="28"/>
          <w:szCs w:val="28"/>
        </w:rPr>
        <w:t xml:space="preserve">Автор </w:t>
      </w:r>
      <w:r>
        <w:rPr>
          <w:b/>
          <w:bCs/>
          <w:sz w:val="28"/>
          <w:szCs w:val="28"/>
        </w:rPr>
        <w:t>идеи (предложения)</w:t>
      </w:r>
      <w:r w:rsidRPr="00E41469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Наименование места работ, контакты для связи.</w:t>
      </w:r>
    </w:p>
    <w:p w:rsidR="0042182F" w:rsidRPr="008E644E" w:rsidRDefault="0042182F" w:rsidP="002B5ECD">
      <w:pPr>
        <w:spacing w:line="360" w:lineRule="exact"/>
        <w:jc w:val="both"/>
        <w:rPr>
          <w:sz w:val="28"/>
          <w:szCs w:val="28"/>
        </w:rPr>
      </w:pPr>
      <w:r w:rsidRPr="008E644E">
        <w:rPr>
          <w:b/>
          <w:bCs/>
          <w:sz w:val="28"/>
          <w:szCs w:val="28"/>
        </w:rPr>
        <w:t xml:space="preserve">Описание идеи. </w:t>
      </w:r>
      <w:r w:rsidRPr="008E644E">
        <w:rPr>
          <w:sz w:val="28"/>
          <w:szCs w:val="28"/>
        </w:rPr>
        <w:t xml:space="preserve">Описание должно отвечать на следующие вопросы </w:t>
      </w:r>
    </w:p>
    <w:p w:rsidR="0042182F" w:rsidRPr="003F5730" w:rsidRDefault="0042182F" w:rsidP="0051065B">
      <w:pPr>
        <w:spacing w:line="360" w:lineRule="exact"/>
        <w:jc w:val="both"/>
        <w:rPr>
          <w:sz w:val="28"/>
          <w:szCs w:val="28"/>
        </w:rPr>
      </w:pPr>
      <w:r w:rsidRPr="003F5730">
        <w:rPr>
          <w:sz w:val="28"/>
          <w:szCs w:val="28"/>
        </w:rPr>
        <w:t>а) как у</w:t>
      </w:r>
      <w:r>
        <w:rPr>
          <w:sz w:val="28"/>
          <w:szCs w:val="28"/>
        </w:rPr>
        <w:t>величить пребывание туристов до 3-х дней</w:t>
      </w:r>
      <w:r w:rsidRPr="003F5730">
        <w:rPr>
          <w:sz w:val="28"/>
          <w:szCs w:val="28"/>
        </w:rPr>
        <w:t>?</w:t>
      </w:r>
    </w:p>
    <w:p w:rsidR="0042182F" w:rsidRPr="003F5730" w:rsidRDefault="0042182F" w:rsidP="0051065B">
      <w:pPr>
        <w:spacing w:line="360" w:lineRule="exact"/>
        <w:jc w:val="both"/>
        <w:rPr>
          <w:sz w:val="28"/>
          <w:szCs w:val="28"/>
        </w:rPr>
      </w:pPr>
      <w:r w:rsidRPr="003F5730">
        <w:rPr>
          <w:sz w:val="28"/>
          <w:szCs w:val="28"/>
        </w:rPr>
        <w:t>б) и как увеличить туристический поток в разы?</w:t>
      </w:r>
    </w:p>
    <w:p w:rsidR="0042182F" w:rsidRDefault="0042182F" w:rsidP="0051065B">
      <w:pPr>
        <w:spacing w:line="360" w:lineRule="exact"/>
        <w:jc w:val="both"/>
        <w:rPr>
          <w:sz w:val="28"/>
          <w:szCs w:val="28"/>
        </w:rPr>
      </w:pPr>
      <w:r w:rsidRPr="003F5730">
        <w:rPr>
          <w:sz w:val="28"/>
          <w:szCs w:val="28"/>
        </w:rPr>
        <w:t>в) что можно предложить туристам купить?</w:t>
      </w:r>
    </w:p>
    <w:p w:rsidR="0042182F" w:rsidRDefault="0042182F" w:rsidP="0051065B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г) существующие ограничения:</w:t>
      </w:r>
    </w:p>
    <w:p w:rsidR="0042182F" w:rsidRPr="003F5730" w:rsidRDefault="0042182F" w:rsidP="0051065B">
      <w:pPr>
        <w:spacing w:line="360" w:lineRule="exact"/>
        <w:ind w:firstLine="902"/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91"/>
        <w:gridCol w:w="939"/>
        <w:gridCol w:w="771"/>
        <w:gridCol w:w="974"/>
        <w:gridCol w:w="872"/>
        <w:gridCol w:w="959"/>
        <w:gridCol w:w="1079"/>
        <w:gridCol w:w="1051"/>
      </w:tblGrid>
      <w:tr w:rsidR="0042182F" w:rsidRPr="003F5730">
        <w:tc>
          <w:tcPr>
            <w:tcW w:w="1571" w:type="dxa"/>
          </w:tcPr>
          <w:p w:rsidR="0042182F" w:rsidRPr="003F5730" w:rsidRDefault="0042182F" w:rsidP="004F1581">
            <w:pPr>
              <w:ind w:firstLine="360"/>
              <w:jc w:val="center"/>
            </w:pPr>
          </w:p>
          <w:p w:rsidR="0042182F" w:rsidRPr="003F5730" w:rsidRDefault="0042182F" w:rsidP="004F1581">
            <w:pPr>
              <w:ind w:firstLine="360"/>
              <w:jc w:val="center"/>
            </w:pPr>
          </w:p>
          <w:p w:rsidR="0042182F" w:rsidRPr="003F5730" w:rsidRDefault="0042182F" w:rsidP="004F1581">
            <w:pPr>
              <w:jc w:val="center"/>
            </w:pPr>
            <w:r w:rsidRPr="003F5730">
              <w:t>Возможные</w:t>
            </w:r>
          </w:p>
          <w:p w:rsidR="0042182F" w:rsidRPr="003F5730" w:rsidRDefault="0042182F" w:rsidP="004F1581">
            <w:pPr>
              <w:jc w:val="center"/>
            </w:pPr>
            <w:r w:rsidRPr="003F5730">
              <w:t>маршруты на 2-3 дня</w:t>
            </w:r>
          </w:p>
          <w:p w:rsidR="0042182F" w:rsidRPr="003F5730" w:rsidRDefault="0042182F" w:rsidP="004F1581">
            <w:pPr>
              <w:ind w:firstLine="360"/>
              <w:jc w:val="center"/>
            </w:pPr>
          </w:p>
          <w:p w:rsidR="0042182F" w:rsidRPr="003F5730" w:rsidRDefault="0042182F" w:rsidP="004F1581">
            <w:pPr>
              <w:ind w:firstLine="360"/>
              <w:jc w:val="center"/>
            </w:pPr>
          </w:p>
        </w:tc>
        <w:tc>
          <w:tcPr>
            <w:tcW w:w="5407" w:type="dxa"/>
            <w:gridSpan w:val="5"/>
          </w:tcPr>
          <w:p w:rsidR="0042182F" w:rsidRPr="003F5730" w:rsidRDefault="0042182F" w:rsidP="004F1581">
            <w:pPr>
              <w:ind w:firstLine="360"/>
              <w:jc w:val="center"/>
            </w:pPr>
          </w:p>
          <w:p w:rsidR="0042182F" w:rsidRPr="003F5730" w:rsidRDefault="0042182F" w:rsidP="004F1581">
            <w:pPr>
              <w:ind w:firstLine="360"/>
              <w:jc w:val="center"/>
            </w:pPr>
          </w:p>
          <w:p w:rsidR="0042182F" w:rsidRPr="003F5730" w:rsidRDefault="0042182F" w:rsidP="004F1581">
            <w:pPr>
              <w:jc w:val="center"/>
            </w:pPr>
            <w:r w:rsidRPr="003F5730">
              <w:t>Существующие ограничения,</w:t>
            </w:r>
          </w:p>
          <w:p w:rsidR="0042182F" w:rsidRPr="003F5730" w:rsidRDefault="0042182F" w:rsidP="004F1581">
            <w:pPr>
              <w:jc w:val="center"/>
            </w:pPr>
            <w:r w:rsidRPr="003F5730">
              <w:t>мешающие увеличить пребывание до 3-х дней</w:t>
            </w:r>
          </w:p>
        </w:tc>
        <w:tc>
          <w:tcPr>
            <w:tcW w:w="2593" w:type="dxa"/>
            <w:gridSpan w:val="2"/>
          </w:tcPr>
          <w:p w:rsidR="0042182F" w:rsidRPr="003F5730" w:rsidRDefault="0042182F" w:rsidP="004F1581">
            <w:pPr>
              <w:ind w:firstLine="360"/>
              <w:jc w:val="center"/>
            </w:pPr>
          </w:p>
          <w:p w:rsidR="0042182F" w:rsidRPr="003F5730" w:rsidRDefault="0042182F" w:rsidP="004F1581">
            <w:pPr>
              <w:ind w:firstLine="360"/>
              <w:jc w:val="center"/>
            </w:pPr>
          </w:p>
          <w:p w:rsidR="0042182F" w:rsidRPr="003F5730" w:rsidRDefault="0042182F" w:rsidP="004F1581">
            <w:pPr>
              <w:jc w:val="center"/>
            </w:pPr>
            <w:r w:rsidRPr="003F5730">
              <w:t xml:space="preserve">Лучшие </w:t>
            </w:r>
            <w:r w:rsidRPr="003F5730">
              <w:br/>
              <w:t>практики-аналоги</w:t>
            </w:r>
          </w:p>
        </w:tc>
      </w:tr>
      <w:tr w:rsidR="0042182F" w:rsidRPr="003F5730">
        <w:tc>
          <w:tcPr>
            <w:tcW w:w="1571" w:type="dxa"/>
          </w:tcPr>
          <w:p w:rsidR="0042182F" w:rsidRPr="003F5730" w:rsidRDefault="0042182F" w:rsidP="004F1581">
            <w:pPr>
              <w:ind w:firstLine="360"/>
              <w:jc w:val="center"/>
            </w:pPr>
          </w:p>
        </w:tc>
        <w:tc>
          <w:tcPr>
            <w:tcW w:w="1018" w:type="dxa"/>
          </w:tcPr>
          <w:p w:rsidR="0042182F" w:rsidRPr="00B209AF" w:rsidRDefault="0042182F" w:rsidP="004F1581">
            <w:pPr>
              <w:rPr>
                <w:sz w:val="22"/>
                <w:szCs w:val="22"/>
              </w:rPr>
            </w:pPr>
            <w:r w:rsidRPr="00B209AF">
              <w:rPr>
                <w:sz w:val="22"/>
                <w:szCs w:val="22"/>
              </w:rPr>
              <w:t>Все сезоны</w:t>
            </w:r>
          </w:p>
        </w:tc>
        <w:tc>
          <w:tcPr>
            <w:tcW w:w="896" w:type="dxa"/>
          </w:tcPr>
          <w:p w:rsidR="0042182F" w:rsidRPr="00B209AF" w:rsidRDefault="0042182F" w:rsidP="004F1581">
            <w:pPr>
              <w:jc w:val="center"/>
              <w:rPr>
                <w:sz w:val="22"/>
                <w:szCs w:val="22"/>
              </w:rPr>
            </w:pPr>
            <w:r w:rsidRPr="00B209AF">
              <w:rPr>
                <w:sz w:val="22"/>
                <w:szCs w:val="22"/>
              </w:rPr>
              <w:t>Лето</w:t>
            </w:r>
          </w:p>
        </w:tc>
        <w:tc>
          <w:tcPr>
            <w:tcW w:w="1201" w:type="dxa"/>
          </w:tcPr>
          <w:p w:rsidR="0042182F" w:rsidRPr="00B209AF" w:rsidRDefault="0042182F" w:rsidP="004F1581">
            <w:pPr>
              <w:rPr>
                <w:sz w:val="22"/>
                <w:szCs w:val="22"/>
              </w:rPr>
            </w:pPr>
            <w:r w:rsidRPr="00B209AF">
              <w:rPr>
                <w:sz w:val="22"/>
                <w:szCs w:val="22"/>
              </w:rPr>
              <w:t>Осень</w:t>
            </w:r>
          </w:p>
        </w:tc>
        <w:tc>
          <w:tcPr>
            <w:tcW w:w="1107" w:type="dxa"/>
          </w:tcPr>
          <w:p w:rsidR="0042182F" w:rsidRPr="00B209AF" w:rsidRDefault="0042182F" w:rsidP="004F1581">
            <w:pPr>
              <w:rPr>
                <w:sz w:val="22"/>
                <w:szCs w:val="22"/>
              </w:rPr>
            </w:pPr>
            <w:r w:rsidRPr="00B209AF">
              <w:rPr>
                <w:sz w:val="22"/>
                <w:szCs w:val="22"/>
              </w:rPr>
              <w:t>Зима</w:t>
            </w:r>
          </w:p>
        </w:tc>
        <w:tc>
          <w:tcPr>
            <w:tcW w:w="1185" w:type="dxa"/>
          </w:tcPr>
          <w:p w:rsidR="0042182F" w:rsidRPr="00B209AF" w:rsidRDefault="0042182F" w:rsidP="004F1581">
            <w:pPr>
              <w:rPr>
                <w:sz w:val="22"/>
                <w:szCs w:val="22"/>
              </w:rPr>
            </w:pPr>
            <w:r w:rsidRPr="00B209AF">
              <w:rPr>
                <w:sz w:val="22"/>
                <w:szCs w:val="22"/>
              </w:rPr>
              <w:t>Весна</w:t>
            </w:r>
          </w:p>
        </w:tc>
        <w:tc>
          <w:tcPr>
            <w:tcW w:w="1311" w:type="dxa"/>
          </w:tcPr>
          <w:p w:rsidR="0042182F" w:rsidRPr="00B209AF" w:rsidRDefault="0042182F" w:rsidP="004F1581">
            <w:pPr>
              <w:rPr>
                <w:sz w:val="22"/>
                <w:szCs w:val="22"/>
              </w:rPr>
            </w:pPr>
            <w:r w:rsidRPr="00B209AF">
              <w:rPr>
                <w:sz w:val="22"/>
                <w:szCs w:val="22"/>
              </w:rPr>
              <w:t>Европа</w:t>
            </w:r>
          </w:p>
        </w:tc>
        <w:tc>
          <w:tcPr>
            <w:tcW w:w="1282" w:type="dxa"/>
          </w:tcPr>
          <w:p w:rsidR="0042182F" w:rsidRPr="00B209AF" w:rsidRDefault="0042182F" w:rsidP="004F1581">
            <w:pPr>
              <w:rPr>
                <w:sz w:val="22"/>
                <w:szCs w:val="22"/>
              </w:rPr>
            </w:pPr>
            <w:r w:rsidRPr="00B209AF">
              <w:rPr>
                <w:sz w:val="22"/>
                <w:szCs w:val="22"/>
              </w:rPr>
              <w:t>Россия</w:t>
            </w:r>
          </w:p>
        </w:tc>
      </w:tr>
      <w:tr w:rsidR="0042182F" w:rsidRPr="003F5730">
        <w:tc>
          <w:tcPr>
            <w:tcW w:w="157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018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</w:tr>
      <w:tr w:rsidR="0042182F" w:rsidRPr="003F5730">
        <w:tc>
          <w:tcPr>
            <w:tcW w:w="157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018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</w:tr>
      <w:tr w:rsidR="0042182F" w:rsidRPr="003F5730">
        <w:tc>
          <w:tcPr>
            <w:tcW w:w="157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018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</w:tr>
      <w:tr w:rsidR="0042182F" w:rsidRPr="003F5730">
        <w:tc>
          <w:tcPr>
            <w:tcW w:w="157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018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</w:tr>
      <w:tr w:rsidR="0042182F" w:rsidRPr="003F5730">
        <w:tc>
          <w:tcPr>
            <w:tcW w:w="157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018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896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311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  <w:tc>
          <w:tcPr>
            <w:tcW w:w="1282" w:type="dxa"/>
          </w:tcPr>
          <w:p w:rsidR="0042182F" w:rsidRPr="003F5730" w:rsidRDefault="0042182F" w:rsidP="004F1581">
            <w:pPr>
              <w:ind w:firstLine="360"/>
              <w:jc w:val="center"/>
              <w:rPr>
                <w:sz w:val="28"/>
                <w:szCs w:val="28"/>
              </w:rPr>
            </w:pPr>
          </w:p>
        </w:tc>
      </w:tr>
    </w:tbl>
    <w:p w:rsidR="0042182F" w:rsidRPr="003F5730" w:rsidRDefault="0042182F" w:rsidP="0051065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Примечание: </w:t>
      </w:r>
      <w:r w:rsidRPr="003F5730">
        <w:rPr>
          <w:sz w:val="28"/>
          <w:szCs w:val="28"/>
        </w:rPr>
        <w:t xml:space="preserve">Ограничения могут меняться в течение года, например, летом все гостиницы загружены, а осенью – нет. </w:t>
      </w:r>
    </w:p>
    <w:p w:rsidR="0042182F" w:rsidRDefault="0042182F" w:rsidP="0051065B">
      <w:pPr>
        <w:rPr>
          <w:b/>
          <w:bCs/>
          <w:sz w:val="28"/>
          <w:szCs w:val="28"/>
        </w:rPr>
      </w:pPr>
    </w:p>
    <w:p w:rsidR="0042182F" w:rsidRDefault="0042182F" w:rsidP="0051065B">
      <w:pPr>
        <w:rPr>
          <w:sz w:val="28"/>
          <w:szCs w:val="28"/>
        </w:rPr>
      </w:pPr>
    </w:p>
    <w:p w:rsidR="0042182F" w:rsidRPr="004A09B0" w:rsidRDefault="0042182F" w:rsidP="0051065B"/>
    <w:sectPr w:rsidR="0042182F" w:rsidRPr="004A09B0" w:rsidSect="00BC25B7">
      <w:pgSz w:w="11906" w:h="16838"/>
      <w:pgMar w:top="1438" w:right="1646" w:bottom="2157" w:left="23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66B21"/>
    <w:multiLevelType w:val="hybridMultilevel"/>
    <w:tmpl w:val="2B860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5724D1"/>
    <w:multiLevelType w:val="hybridMultilevel"/>
    <w:tmpl w:val="2EF0184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09AD"/>
    <w:rsid w:val="000774B5"/>
    <w:rsid w:val="000A0AAC"/>
    <w:rsid w:val="000B79A6"/>
    <w:rsid w:val="000F4B3E"/>
    <w:rsid w:val="000F6306"/>
    <w:rsid w:val="001164AE"/>
    <w:rsid w:val="00127F6F"/>
    <w:rsid w:val="001C7B02"/>
    <w:rsid w:val="0022384B"/>
    <w:rsid w:val="002313D3"/>
    <w:rsid w:val="00254832"/>
    <w:rsid w:val="002B5ECD"/>
    <w:rsid w:val="003A262D"/>
    <w:rsid w:val="003B6C8C"/>
    <w:rsid w:val="003F5730"/>
    <w:rsid w:val="0042182F"/>
    <w:rsid w:val="004A09B0"/>
    <w:rsid w:val="004F1581"/>
    <w:rsid w:val="0051065B"/>
    <w:rsid w:val="005318B6"/>
    <w:rsid w:val="00547E4E"/>
    <w:rsid w:val="005A0B89"/>
    <w:rsid w:val="005A0E71"/>
    <w:rsid w:val="0063409E"/>
    <w:rsid w:val="00637F51"/>
    <w:rsid w:val="006709AD"/>
    <w:rsid w:val="0069130A"/>
    <w:rsid w:val="006C4AFB"/>
    <w:rsid w:val="00795E85"/>
    <w:rsid w:val="008028D1"/>
    <w:rsid w:val="0087034E"/>
    <w:rsid w:val="00876351"/>
    <w:rsid w:val="00893C0F"/>
    <w:rsid w:val="008D6BA6"/>
    <w:rsid w:val="008E644E"/>
    <w:rsid w:val="0092456E"/>
    <w:rsid w:val="00951F25"/>
    <w:rsid w:val="00A001A1"/>
    <w:rsid w:val="00AE01D7"/>
    <w:rsid w:val="00B209AF"/>
    <w:rsid w:val="00BC25B7"/>
    <w:rsid w:val="00BD002A"/>
    <w:rsid w:val="00C926F6"/>
    <w:rsid w:val="00CB5BCC"/>
    <w:rsid w:val="00CC6FFA"/>
    <w:rsid w:val="00CD7B4F"/>
    <w:rsid w:val="00E41469"/>
    <w:rsid w:val="00E602A8"/>
    <w:rsid w:val="00E84631"/>
    <w:rsid w:val="00ED447E"/>
    <w:rsid w:val="00F01154"/>
    <w:rsid w:val="00F53ACB"/>
    <w:rsid w:val="00F83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B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F4B3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78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vip@szf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360</Words>
  <Characters>2055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Гондина</dc:creator>
  <cp:keywords/>
  <dc:description/>
  <cp:lastModifiedBy>Гондина</cp:lastModifiedBy>
  <cp:revision>3</cp:revision>
  <dcterms:created xsi:type="dcterms:W3CDTF">2018-08-20T08:56:00Z</dcterms:created>
  <dcterms:modified xsi:type="dcterms:W3CDTF">2018-08-20T10:48:00Z</dcterms:modified>
</cp:coreProperties>
</file>